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953BB" w14:textId="77777777" w:rsidR="00E41A15" w:rsidRDefault="009B0032" w:rsidP="009B0032">
      <w:pPr>
        <w:pStyle w:val="Name"/>
      </w:pPr>
      <w:r>
        <w:t xml:space="preserve">ARIANE SOLTWEDEL </w:t>
      </w:r>
    </w:p>
    <w:p w14:paraId="0BF0FF98" w14:textId="317880B2" w:rsidR="00891D6B" w:rsidRDefault="00891D6B" w:rsidP="00E41A15">
      <w:pPr>
        <w:pStyle w:val="Name"/>
      </w:pPr>
      <w:r>
        <w:t>Lübecker 13.</w:t>
      </w:r>
    </w:p>
    <w:p w14:paraId="76EDFE1C" w14:textId="540377CA" w:rsidR="00E41A15" w:rsidRDefault="00E41A15" w:rsidP="00E41A15">
      <w:pPr>
        <w:pStyle w:val="Name"/>
      </w:pPr>
      <w:r>
        <w:t xml:space="preserve">50858 Köln </w:t>
      </w:r>
    </w:p>
    <w:p w14:paraId="25578871" w14:textId="77777777" w:rsidR="00216E9C" w:rsidRDefault="003610C2" w:rsidP="00216E9C">
      <w:pPr>
        <w:pStyle w:val="Kontaktinfos"/>
      </w:pPr>
      <w:hyperlink r:id="rId7" w:history="1">
        <w:r w:rsidR="00F95340" w:rsidRPr="009A0026">
          <w:rPr>
            <w:rStyle w:val="Hyperlink"/>
          </w:rPr>
          <w:t>arianesolti@gmail.com</w:t>
        </w:r>
      </w:hyperlink>
      <w:r w:rsidR="00F95340">
        <w:t xml:space="preserve"> </w:t>
      </w:r>
    </w:p>
    <w:p w14:paraId="5D9037F3" w14:textId="5514A54F" w:rsidR="0036671C" w:rsidRPr="00216E9C" w:rsidRDefault="00216E9C" w:rsidP="00216E9C">
      <w:pPr>
        <w:pStyle w:val="Kontaktinfos"/>
      </w:pPr>
      <w:r>
        <w:t>Tel.:</w:t>
      </w:r>
      <w:r w:rsidR="0036671C" w:rsidRPr="0036671C">
        <w:t>015259529440</w:t>
      </w:r>
    </w:p>
    <w:p w14:paraId="55685A9E" w14:textId="7698C37B" w:rsidR="00524750" w:rsidRDefault="003610C2">
      <w:pPr>
        <w:pStyle w:val="berschrift1"/>
      </w:pPr>
      <w:sdt>
        <w:sdtPr>
          <w:id w:val="-819804518"/>
          <w:placeholder>
            <w:docPart w:val="0AF6AC35768C5C4F884E419B957ABDE9"/>
          </w:placeholder>
          <w:temporary/>
          <w:showingPlcHdr/>
          <w15:appearance w15:val="hidden"/>
        </w:sdtPr>
        <w:sdtEndPr/>
        <w:sdtContent>
          <w:r w:rsidR="00FA3F92">
            <w:t>Zusammenfassung der Fähigkeiten</w:t>
          </w:r>
        </w:sdtContent>
      </w:sdt>
    </w:p>
    <w:p w14:paraId="1F693771" w14:textId="72C1CAB5" w:rsidR="00524750" w:rsidRDefault="003C14F3">
      <w:pPr>
        <w:spacing w:after="180"/>
      </w:pPr>
      <w:r>
        <w:t>Personalführung</w:t>
      </w:r>
      <w:r w:rsidR="005D1AF9">
        <w:t>,</w:t>
      </w:r>
      <w:r w:rsidR="00155368">
        <w:t xml:space="preserve"> </w:t>
      </w:r>
      <w:r w:rsidR="005D1AF9">
        <w:t>Schichtleitung</w:t>
      </w:r>
      <w:r w:rsidR="003724D2">
        <w:t xml:space="preserve">, Einsatzplanung </w:t>
      </w:r>
    </w:p>
    <w:p w14:paraId="438CEA48" w14:textId="45F0EE35" w:rsidR="003C14F3" w:rsidRDefault="003C14F3">
      <w:pPr>
        <w:spacing w:after="180"/>
      </w:pPr>
      <w:r>
        <w:t xml:space="preserve">Logistik Prozesse </w:t>
      </w:r>
      <w:r w:rsidR="00170D38">
        <w:t xml:space="preserve">und KVP </w:t>
      </w:r>
    </w:p>
    <w:p w14:paraId="11A75E74" w14:textId="75C8FB44" w:rsidR="003C14F3" w:rsidRDefault="00C67CB0">
      <w:pPr>
        <w:spacing w:after="180"/>
      </w:pPr>
      <w:r>
        <w:t>Führen von FFZ</w:t>
      </w:r>
    </w:p>
    <w:p w14:paraId="3A5C68E6" w14:textId="3B6C2BA2" w:rsidR="00C67CB0" w:rsidRDefault="000A750E">
      <w:pPr>
        <w:spacing w:after="180"/>
      </w:pPr>
      <w:r>
        <w:t xml:space="preserve">Verkauf und Vertrieb </w:t>
      </w:r>
    </w:p>
    <w:p w14:paraId="3FD2CA1B" w14:textId="10F18B92" w:rsidR="000A750E" w:rsidRDefault="005A02B7">
      <w:pPr>
        <w:spacing w:after="180"/>
      </w:pPr>
      <w:r>
        <w:t>Ausbilderin</w:t>
      </w:r>
    </w:p>
    <w:p w14:paraId="49DCAE17" w14:textId="0F8A7E4A" w:rsidR="00DB78EB" w:rsidRDefault="00DB78EB">
      <w:pPr>
        <w:spacing w:after="180"/>
      </w:pPr>
      <w:r>
        <w:t>Inventur</w:t>
      </w:r>
      <w:r w:rsidR="008C500B">
        <w:t>, Zollabwicklung</w:t>
      </w:r>
    </w:p>
    <w:p w14:paraId="090CADBB" w14:textId="77777777" w:rsidR="00DE76F3" w:rsidRDefault="00DE76F3">
      <w:pPr>
        <w:spacing w:after="180"/>
      </w:pPr>
    </w:p>
    <w:p w14:paraId="7482BFF4" w14:textId="77777777" w:rsidR="005A02B7" w:rsidRDefault="005A02B7">
      <w:pPr>
        <w:spacing w:after="180"/>
      </w:pPr>
    </w:p>
    <w:p w14:paraId="2280ADF0" w14:textId="77777777" w:rsidR="00524750" w:rsidRDefault="003610C2">
      <w:pPr>
        <w:pStyle w:val="berschrift1"/>
      </w:pPr>
      <w:sdt>
        <w:sdtPr>
          <w:id w:val="-1150367223"/>
          <w:placeholder>
            <w:docPart w:val="6EB1D33522766448B08BFCE2C8A8983A"/>
          </w:placeholder>
          <w:temporary/>
          <w:showingPlcHdr/>
          <w15:appearance w15:val="hidden"/>
        </w:sdtPr>
        <w:sdtEndPr/>
        <w:sdtContent>
          <w:r w:rsidR="00FA3F92">
            <w:t>Ausbildung</w:t>
          </w:r>
        </w:sdtContent>
      </w:sdt>
    </w:p>
    <w:p w14:paraId="62127CEC" w14:textId="5514FB89" w:rsidR="00524750" w:rsidRDefault="00C650B3">
      <w:r>
        <w:t xml:space="preserve">1990-1996  GTHS </w:t>
      </w:r>
      <w:r w:rsidR="00B26DF8">
        <w:t xml:space="preserve">Mailing </w:t>
      </w:r>
    </w:p>
    <w:p w14:paraId="2102AAC3" w14:textId="62467D9B" w:rsidR="00B26DF8" w:rsidRDefault="00B26DF8">
      <w:r>
        <w:t xml:space="preserve">1996-1999  HS-Lessingstraße </w:t>
      </w:r>
    </w:p>
    <w:p w14:paraId="454D85B0" w14:textId="5BD057D8" w:rsidR="00B26DF8" w:rsidRDefault="009E750D">
      <w:r>
        <w:t xml:space="preserve">Qualifizierender Hauptschulabschluss </w:t>
      </w:r>
    </w:p>
    <w:p w14:paraId="62C6D28F" w14:textId="313DB624" w:rsidR="009E750D" w:rsidRDefault="009E750D">
      <w:r>
        <w:t xml:space="preserve">1999-2000 </w:t>
      </w:r>
      <w:r w:rsidR="00A77DA3">
        <w:t xml:space="preserve"> </w:t>
      </w:r>
      <w:r w:rsidR="00296795">
        <w:t xml:space="preserve">Berufsfindungsjahr Stadt Ingolstadt </w:t>
      </w:r>
    </w:p>
    <w:p w14:paraId="7C2CEEFC" w14:textId="2781428B" w:rsidR="00D541FF" w:rsidRDefault="00D541FF">
      <w:r>
        <w:t>2000-2002</w:t>
      </w:r>
      <w:r w:rsidR="00BC5DA2">
        <w:t xml:space="preserve"> </w:t>
      </w:r>
      <w:r w:rsidR="00A77DA3">
        <w:t xml:space="preserve"> </w:t>
      </w:r>
      <w:r w:rsidR="00BC5DA2">
        <w:t xml:space="preserve">Bäckerei </w:t>
      </w:r>
      <w:r w:rsidR="00AA6C7C">
        <w:t xml:space="preserve">Christl-Ausbildung zur Konditorin ohne Abschluss </w:t>
      </w:r>
    </w:p>
    <w:p w14:paraId="736A063E" w14:textId="57FEE3C7" w:rsidR="00BC5DA2" w:rsidRDefault="00AA6C7C">
      <w:r>
        <w:t>2002-2004</w:t>
      </w:r>
      <w:r w:rsidR="00A77DA3">
        <w:t xml:space="preserve">  Neukauf </w:t>
      </w:r>
      <w:r w:rsidR="00157115">
        <w:t>GmbH-Edeka Südbayern</w:t>
      </w:r>
      <w:r w:rsidR="00536097">
        <w:t xml:space="preserve"> </w:t>
      </w:r>
      <w:r w:rsidR="00647FA7">
        <w:t>–</w:t>
      </w:r>
      <w:r w:rsidR="00536097">
        <w:t xml:space="preserve"> </w:t>
      </w:r>
      <w:r w:rsidR="00647FA7">
        <w:t xml:space="preserve">Verkäuferin mit Schwerpunkt </w:t>
      </w:r>
    </w:p>
    <w:p w14:paraId="398E9459" w14:textId="29F24763" w:rsidR="00FB496C" w:rsidRDefault="00963250">
      <w:r>
        <w:t xml:space="preserve">2004-2005  Pizzeria </w:t>
      </w:r>
      <w:r w:rsidR="005C63BB">
        <w:t xml:space="preserve">La </w:t>
      </w:r>
      <w:proofErr w:type="spellStart"/>
      <w:r w:rsidR="00DC3B0E">
        <w:t>Piazetta</w:t>
      </w:r>
      <w:proofErr w:type="spellEnd"/>
      <w:r w:rsidR="005C63BB">
        <w:t xml:space="preserve"> </w:t>
      </w:r>
      <w:r w:rsidR="00FB496C">
        <w:t>–</w:t>
      </w:r>
      <w:r w:rsidR="005C63BB">
        <w:t xml:space="preserve"> </w:t>
      </w:r>
      <w:r w:rsidR="00FB496C">
        <w:t>Pizza</w:t>
      </w:r>
      <w:r w:rsidR="007A4192">
        <w:t>bäckerin</w:t>
      </w:r>
    </w:p>
    <w:p w14:paraId="0038A498" w14:textId="2BFA46CD" w:rsidR="00273131" w:rsidRDefault="007A4192">
      <w:r>
        <w:t xml:space="preserve">2005-2008 San Francisco </w:t>
      </w:r>
      <w:r w:rsidR="00273131">
        <w:t xml:space="preserve">Coffee Company- Managerin </w:t>
      </w:r>
    </w:p>
    <w:p w14:paraId="3B7AE5A3" w14:textId="5CBE21E6" w:rsidR="005B7CB3" w:rsidRDefault="005B7CB3">
      <w:r>
        <w:t xml:space="preserve">2008- heute – Audi AG Ingolstadt </w:t>
      </w:r>
      <w:r w:rsidR="00A46554">
        <w:t>–</w:t>
      </w:r>
    </w:p>
    <w:p w14:paraId="43E43161" w14:textId="78AC6E18" w:rsidR="00A46554" w:rsidRDefault="00A46554">
      <w:r>
        <w:t>Logistikfachkraft</w:t>
      </w:r>
      <w:r w:rsidR="003610C2">
        <w:t>, Lehrlingsbeauftragte.</w:t>
      </w:r>
    </w:p>
    <w:p w14:paraId="1426CC85" w14:textId="77777777" w:rsidR="00F95340" w:rsidRDefault="00F95340"/>
    <w:p w14:paraId="7C87A86E" w14:textId="77777777" w:rsidR="007A4192" w:rsidRDefault="007A4192"/>
    <w:p w14:paraId="0BAAA0C2" w14:textId="77777777" w:rsidR="00FB496C" w:rsidRDefault="00FB496C"/>
    <w:p w14:paraId="5C60D1A0" w14:textId="77777777" w:rsidR="00B26DF8" w:rsidRDefault="00B26DF8"/>
    <w:p w14:paraId="3A818C26" w14:textId="77777777" w:rsidR="00480765" w:rsidRDefault="00480765" w:rsidP="003A370A">
      <w:pPr>
        <w:pStyle w:val="berschrift1"/>
      </w:pPr>
    </w:p>
    <w:p w14:paraId="17CA0273" w14:textId="16EA60E7" w:rsidR="00524750" w:rsidRDefault="00CA3610" w:rsidP="003A370A">
      <w:pPr>
        <w:pStyle w:val="berschrift1"/>
      </w:pPr>
      <w:r>
        <w:lastRenderedPageBreak/>
        <w:t xml:space="preserve">Zertifikate, Zeugnisse </w:t>
      </w:r>
      <w:r w:rsidR="003130FE">
        <w:t>und Fortbildungsnachweise</w:t>
      </w:r>
    </w:p>
    <w:p w14:paraId="6273942F" w14:textId="680AF930" w:rsidR="003130FE" w:rsidRDefault="00DE4222" w:rsidP="003130FE">
      <w:r>
        <w:t xml:space="preserve">Zusammenfassung </w:t>
      </w:r>
      <w:r w:rsidR="003C3933">
        <w:t>Schulungen und Seminare</w:t>
      </w:r>
      <w:r w:rsidR="002168DB">
        <w:t>:</w:t>
      </w:r>
    </w:p>
    <w:p w14:paraId="6BDFF063" w14:textId="77777777" w:rsidR="00D0500A" w:rsidRDefault="00D0500A" w:rsidP="003130FE"/>
    <w:p w14:paraId="3F209AC6" w14:textId="46663C8D" w:rsidR="003C3933" w:rsidRDefault="00B63CFD" w:rsidP="003130FE">
      <w:r>
        <w:t xml:space="preserve">Februar 2006 </w:t>
      </w:r>
    </w:p>
    <w:p w14:paraId="5B2DBE25" w14:textId="1D6AC314" w:rsidR="00B63CFD" w:rsidRDefault="00B63CFD" w:rsidP="003130FE">
      <w:r>
        <w:t>Verkaufstraining</w:t>
      </w:r>
    </w:p>
    <w:p w14:paraId="23CA8805" w14:textId="665B72CD" w:rsidR="00B63CFD" w:rsidRDefault="00442061" w:rsidP="003130FE">
      <w:r>
        <w:t xml:space="preserve">Juni 2006 </w:t>
      </w:r>
    </w:p>
    <w:p w14:paraId="5D5013F3" w14:textId="0346D750" w:rsidR="00442061" w:rsidRDefault="00442061" w:rsidP="003130FE">
      <w:r>
        <w:t xml:space="preserve">Mit Spaß Verkaufen </w:t>
      </w:r>
    </w:p>
    <w:p w14:paraId="4FBED26E" w14:textId="36A6E400" w:rsidR="00442061" w:rsidRDefault="00442061" w:rsidP="003130FE">
      <w:r>
        <w:t xml:space="preserve">November </w:t>
      </w:r>
      <w:r w:rsidR="00F57D81">
        <w:t>2006</w:t>
      </w:r>
    </w:p>
    <w:p w14:paraId="3B859F61" w14:textId="2198887D" w:rsidR="00F57D81" w:rsidRDefault="00F57D81" w:rsidP="003130FE">
      <w:r>
        <w:t>Führungstraining</w:t>
      </w:r>
    </w:p>
    <w:p w14:paraId="73B8E3D8" w14:textId="1D27E392" w:rsidR="00FA13AA" w:rsidRDefault="00664810" w:rsidP="003130FE">
      <w:r>
        <w:t xml:space="preserve">Februar 2014 </w:t>
      </w:r>
    </w:p>
    <w:p w14:paraId="751BE7A1" w14:textId="551C13ED" w:rsidR="00EF58DF" w:rsidRDefault="00664810" w:rsidP="003130FE">
      <w:r>
        <w:t xml:space="preserve">Erstausbildung </w:t>
      </w:r>
      <w:r w:rsidR="00042EBB">
        <w:t xml:space="preserve">Stapler, Zugmaschine , </w:t>
      </w:r>
      <w:r w:rsidR="00D90F11">
        <w:t>E-Hubgeräte</w:t>
      </w:r>
    </w:p>
    <w:p w14:paraId="5E543FC2" w14:textId="66FA9F29" w:rsidR="00D90F11" w:rsidRDefault="00CC411F" w:rsidP="003130FE">
      <w:r>
        <w:t>Mai 2</w:t>
      </w:r>
      <w:r w:rsidR="00D90F11">
        <w:t xml:space="preserve">015-2017 Schichtleitung </w:t>
      </w:r>
      <w:r w:rsidR="001670D7">
        <w:t>für Kommissionierung und Bereitstellung</w:t>
      </w:r>
    </w:p>
    <w:p w14:paraId="69C9933E" w14:textId="17E74CFD" w:rsidR="001670D7" w:rsidRDefault="004E2F02" w:rsidP="003130FE">
      <w:r>
        <w:t xml:space="preserve">Oktober 2015 </w:t>
      </w:r>
    </w:p>
    <w:p w14:paraId="1F814740" w14:textId="7ACA8744" w:rsidR="004E2F02" w:rsidRDefault="004E2F02" w:rsidP="003130FE">
      <w:r>
        <w:t>Gruppenarbeit ABC</w:t>
      </w:r>
    </w:p>
    <w:p w14:paraId="46B42C65" w14:textId="3A40DC0E" w:rsidR="004E2F02" w:rsidRDefault="004E7470" w:rsidP="003130FE">
      <w:r>
        <w:t>Moderation,  Präsentation, Kommunikation</w:t>
      </w:r>
      <w:r w:rsidR="00D0500A">
        <w:t>, Zusammenarbeit, Führung,  Teamentwicklung</w:t>
      </w:r>
    </w:p>
    <w:p w14:paraId="77498A9E" w14:textId="3317181F" w:rsidR="002C44F2" w:rsidRDefault="00FE48F7" w:rsidP="003130FE">
      <w:r>
        <w:t xml:space="preserve">Mai 2017 </w:t>
      </w:r>
    </w:p>
    <w:p w14:paraId="18051F0D" w14:textId="3D42F905" w:rsidR="00FE48F7" w:rsidRDefault="00FE48F7" w:rsidP="003130FE">
      <w:r>
        <w:t xml:space="preserve">Ladungssicherung </w:t>
      </w:r>
    </w:p>
    <w:p w14:paraId="4D5818FF" w14:textId="44FBD586" w:rsidR="00FE48F7" w:rsidRDefault="00FE48F7" w:rsidP="003130FE">
      <w:r>
        <w:t xml:space="preserve">April 20018 </w:t>
      </w:r>
    </w:p>
    <w:p w14:paraId="0C3B4FBF" w14:textId="7944A620" w:rsidR="00FE48F7" w:rsidRDefault="00FE48F7" w:rsidP="003130FE">
      <w:r>
        <w:t>Ausbilderin</w:t>
      </w:r>
      <w:r w:rsidR="0018739E">
        <w:t xml:space="preserve">-IHK </w:t>
      </w:r>
    </w:p>
    <w:p w14:paraId="59A60C30" w14:textId="69A509DA" w:rsidR="0018739E" w:rsidRDefault="00692FEF" w:rsidP="003130FE">
      <w:r>
        <w:t xml:space="preserve">November 2019 </w:t>
      </w:r>
    </w:p>
    <w:p w14:paraId="7B77EB60" w14:textId="5FA38014" w:rsidR="00692FEF" w:rsidRDefault="00401B95" w:rsidP="003130FE">
      <w:r>
        <w:t>Brandschutzbeauftragte</w:t>
      </w:r>
    </w:p>
    <w:p w14:paraId="1E756997" w14:textId="77777777" w:rsidR="00401B95" w:rsidRDefault="00401B95" w:rsidP="003130FE"/>
    <w:p w14:paraId="636FFDD8" w14:textId="77777777" w:rsidR="002C44F2" w:rsidRDefault="002C44F2" w:rsidP="003130FE"/>
    <w:p w14:paraId="1AFAB9C2" w14:textId="68722185" w:rsidR="00F57D81" w:rsidRPr="003130FE" w:rsidRDefault="00F57D81" w:rsidP="003130FE"/>
    <w:sectPr w:rsidR="00F57D81" w:rsidRPr="003130FE">
      <w:headerReference w:type="default" r:id="rId8"/>
      <w:footerReference w:type="default" r:id="rId9"/>
      <w:headerReference w:type="first" r:id="rId10"/>
      <w:pgSz w:w="11907" w:h="16839" w:code="9"/>
      <w:pgMar w:top="1152" w:right="1123" w:bottom="1195" w:left="1123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46F41" w14:textId="77777777" w:rsidR="00DD4701" w:rsidRDefault="00DD4701">
      <w:pPr>
        <w:spacing w:after="0" w:line="240" w:lineRule="auto"/>
      </w:pPr>
      <w:r>
        <w:separator/>
      </w:r>
    </w:p>
  </w:endnote>
  <w:endnote w:type="continuationSeparator" w:id="0">
    <w:p w14:paraId="45B291F3" w14:textId="77777777" w:rsidR="00DD4701" w:rsidRDefault="00DD4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3307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D9AFFA" w14:textId="77777777" w:rsidR="00524750" w:rsidRDefault="00FA3F92">
        <w:pPr>
          <w:pStyle w:val="Fuzeil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F58C7" w14:textId="77777777" w:rsidR="00DD4701" w:rsidRDefault="00DD4701">
      <w:pPr>
        <w:spacing w:after="0" w:line="240" w:lineRule="auto"/>
      </w:pPr>
      <w:r>
        <w:separator/>
      </w:r>
    </w:p>
  </w:footnote>
  <w:footnote w:type="continuationSeparator" w:id="0">
    <w:p w14:paraId="49601EAB" w14:textId="77777777" w:rsidR="00DD4701" w:rsidRDefault="00DD4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859E3" w14:textId="77777777" w:rsidR="00524750" w:rsidRDefault="00FA3F92">
    <w:pPr>
      <w:pStyle w:val="Kopfzeile"/>
    </w:pPr>
    <w:r>
      <w:rPr>
        <w:noProof/>
        <w:lang w:val="lt-LT" w:eastAsia="zh-CN" w:bidi="ar-SA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2C16EFB" wp14:editId="71CB57E4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4" name="Group 4" title="Background graphic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592E5085" id="Group 4" o:spid="_x0000_s1026" alt="Titel: Background graphics" style="position:absolute;margin-left:0;margin-top:0;width:252pt;height:791.85pt;z-index:251661312;mso-width-percent:412;mso-height-percent:1000;mso-position-horizontal:left;mso-position-horizontal-relative:margin;mso-position-vertical:top;mso-position-vertical-relative:page;mso-width-percent:412;mso-height-percent:1000" coordsize="32004,10056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">
              <v:rect id="Rectangle 2" o:spid="_x0000_s1027" style="position:absolute;width:32004;height:192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" fillcolor="#4b3a2e [3215]" stroked="f" strokeweight="1pt"/>
              <v:rect id="Rectangle 3" o:spid="_x0000_s1028" style="position:absolute;top:99648;width:32004;height:915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" fillcolor="#4b3a2e [3215]" stroked="f" strokeweight="1pt"/>
              <w10:wrap anchorx="margin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558A" w14:textId="77777777" w:rsidR="00524750" w:rsidRDefault="00FA3F92">
    <w:pPr>
      <w:pStyle w:val="Kopfzeile"/>
    </w:pPr>
    <w:r>
      <w:rPr>
        <w:noProof/>
        <w:lang w:val="lt-LT" w:eastAsia="zh-CN" w:bidi="ar-SA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0F7B553" wp14:editId="59F3EF6B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8890" b="0"/>
              <wp:wrapNone/>
              <wp:docPr id="5" name="Gruppieren 5" title="Hintergrundgrafiken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6" name="Rechteck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hteck 7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0579409E" id="Gruppieren 5" o:spid="_x0000_s1026" alt="Titel: Hintergrundgrafiken" style="position:absolute;margin-left:0;margin-top:0;width:252pt;height:791.85pt;z-index:251663360;mso-width-percent:412;mso-height-percent:1000;mso-position-horizontal:left;mso-position-horizontal-relative:margin;mso-position-vertical:top;mso-position-vertical-relative:page;mso-width-percent:412;mso-height-percent:1000" coordsize="32004,100563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">
              <v:rect id="Rechteck 6" o:spid="_x0000_s1027" style="position:absolute;width:32004;height:192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" fillcolor="#4b3a2e [3215]" stroked="f" strokeweight="1pt"/>
              <v:rect id="Rechteck 7" o:spid="_x0000_s1028" style="position:absolute;top:99648;width:32004;height:915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" fillcolor="#4b3a2e [3215]" stroked="f" strokeweight="1pt"/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FF442C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028F2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40027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ED2B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BB849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AEF4D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A688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A42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750E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D62E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45E1E46"/>
    <w:multiLevelType w:val="hybridMultilevel"/>
    <w:tmpl w:val="1A16FE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0AA"/>
    <w:rsid w:val="00042EBB"/>
    <w:rsid w:val="000A750E"/>
    <w:rsid w:val="000F5AED"/>
    <w:rsid w:val="001439EF"/>
    <w:rsid w:val="00155368"/>
    <w:rsid w:val="00157115"/>
    <w:rsid w:val="001670D7"/>
    <w:rsid w:val="00170D38"/>
    <w:rsid w:val="0018739E"/>
    <w:rsid w:val="002168DB"/>
    <w:rsid w:val="00216E9C"/>
    <w:rsid w:val="00271460"/>
    <w:rsid w:val="00273131"/>
    <w:rsid w:val="00296795"/>
    <w:rsid w:val="002C44F2"/>
    <w:rsid w:val="00306572"/>
    <w:rsid w:val="003130FE"/>
    <w:rsid w:val="003610C2"/>
    <w:rsid w:val="0036671C"/>
    <w:rsid w:val="003724D2"/>
    <w:rsid w:val="003A370A"/>
    <w:rsid w:val="003C14F3"/>
    <w:rsid w:val="003C3933"/>
    <w:rsid w:val="00401B95"/>
    <w:rsid w:val="00442061"/>
    <w:rsid w:val="00480765"/>
    <w:rsid w:val="00486C45"/>
    <w:rsid w:val="004E2F02"/>
    <w:rsid w:val="004E7470"/>
    <w:rsid w:val="00524750"/>
    <w:rsid w:val="00536097"/>
    <w:rsid w:val="00590B54"/>
    <w:rsid w:val="00596CA5"/>
    <w:rsid w:val="005A02B7"/>
    <w:rsid w:val="005B7CB3"/>
    <w:rsid w:val="005C4281"/>
    <w:rsid w:val="005C63BB"/>
    <w:rsid w:val="005D1AF9"/>
    <w:rsid w:val="005D709F"/>
    <w:rsid w:val="00647FA7"/>
    <w:rsid w:val="00664810"/>
    <w:rsid w:val="00692FEF"/>
    <w:rsid w:val="006A3E3D"/>
    <w:rsid w:val="006F5F2B"/>
    <w:rsid w:val="00780A4D"/>
    <w:rsid w:val="007A4192"/>
    <w:rsid w:val="00810664"/>
    <w:rsid w:val="00891D6B"/>
    <w:rsid w:val="008C500B"/>
    <w:rsid w:val="008E2682"/>
    <w:rsid w:val="00963250"/>
    <w:rsid w:val="009B0032"/>
    <w:rsid w:val="009E750D"/>
    <w:rsid w:val="00A46554"/>
    <w:rsid w:val="00A77DA3"/>
    <w:rsid w:val="00A822C2"/>
    <w:rsid w:val="00AA128A"/>
    <w:rsid w:val="00AA6C7C"/>
    <w:rsid w:val="00AA6F7E"/>
    <w:rsid w:val="00AB75EE"/>
    <w:rsid w:val="00AF30AA"/>
    <w:rsid w:val="00B11D35"/>
    <w:rsid w:val="00B177B7"/>
    <w:rsid w:val="00B26DF8"/>
    <w:rsid w:val="00B63CFD"/>
    <w:rsid w:val="00B750E6"/>
    <w:rsid w:val="00BC5DA2"/>
    <w:rsid w:val="00BF4942"/>
    <w:rsid w:val="00C650B3"/>
    <w:rsid w:val="00C67CB0"/>
    <w:rsid w:val="00C85F4F"/>
    <w:rsid w:val="00C8661D"/>
    <w:rsid w:val="00CA3610"/>
    <w:rsid w:val="00CC411F"/>
    <w:rsid w:val="00D0500A"/>
    <w:rsid w:val="00D541FF"/>
    <w:rsid w:val="00D90F11"/>
    <w:rsid w:val="00DB78EB"/>
    <w:rsid w:val="00DC3B0E"/>
    <w:rsid w:val="00DD4701"/>
    <w:rsid w:val="00DE4222"/>
    <w:rsid w:val="00DE76F3"/>
    <w:rsid w:val="00E021D8"/>
    <w:rsid w:val="00E41A15"/>
    <w:rsid w:val="00E62EE3"/>
    <w:rsid w:val="00EF58DF"/>
    <w:rsid w:val="00F57D81"/>
    <w:rsid w:val="00F95340"/>
    <w:rsid w:val="00FA13AA"/>
    <w:rsid w:val="00FA25D7"/>
    <w:rsid w:val="00FA3F92"/>
    <w:rsid w:val="00FB496C"/>
    <w:rsid w:val="00FE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D87C8A"/>
  <w15:chartTrackingRefBased/>
  <w15:docId w15:val="{7B85BDF7-9B15-EF4B-9F1B-3D1E8D2BE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4B3A2E" w:themeColor="text2"/>
        <w:sz w:val="22"/>
        <w:szCs w:val="22"/>
        <w:lang w:val="de-DE" w:eastAsia="ja-JP" w:bidi="de-DE"/>
      </w:rPr>
    </w:rPrDefault>
    <w:pPrDefault>
      <w:pPr>
        <w:spacing w:after="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A3F92"/>
  </w:style>
  <w:style w:type="paragraph" w:styleId="berschrift1">
    <w:name w:val="heading 1"/>
    <w:basedOn w:val="Standard"/>
    <w:next w:val="Standard"/>
    <w:link w:val="berschrift1Zchn"/>
    <w:uiPriority w:val="9"/>
    <w:qFormat/>
    <w:pPr>
      <w:spacing w:before="320" w:after="200"/>
      <w:contextualSpacing/>
      <w:outlineLvl w:val="0"/>
    </w:pPr>
    <w:rPr>
      <w:rFonts w:asciiTheme="majorHAnsi" w:hAnsiTheme="majorHAnsi"/>
      <w:b/>
      <w:spacing w:val="21"/>
      <w:sz w:val="2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220" w:after="80"/>
      <w:contextualSpacing/>
      <w:outlineLvl w:val="1"/>
    </w:pPr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i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eastAsiaTheme="majorEastAsia" w:hAnsiTheme="majorHAnsi" w:cstheme="majorBidi"/>
      <w:b/>
      <w:iCs/>
      <w:caps/>
      <w:spacing w:val="2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eastAsiaTheme="majorEastAsia" w:hAnsiTheme="majorHAnsi" w:cstheme="majorBidi"/>
      <w:b/>
      <w:spacing w:val="2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eastAsiaTheme="majorEastAsia" w:hAnsiTheme="majorHAnsi" w:cstheme="majorBidi"/>
      <w:b/>
      <w:i/>
      <w:spacing w:val="2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eastAsiaTheme="majorEastAsia" w:hAnsiTheme="majorHAnsi" w:cstheme="majorBidi"/>
      <w:iCs/>
      <w:spacing w:val="2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uiPriority w:val="10"/>
    <w:semiHidden/>
    <w:unhideWhenUsed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Pr>
      <w:rFonts w:asciiTheme="majorHAnsi" w:eastAsiaTheme="majorEastAsia" w:hAnsiTheme="majorHAnsi" w:cstheme="majorBidi"/>
      <w:b/>
      <w:caps/>
      <w:spacing w:val="21"/>
      <w:kern w:val="28"/>
      <w:sz w:val="64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semiHidden/>
    <w:unhideWhenUsed/>
    <w:pPr>
      <w:numPr>
        <w:ilvl w:val="1"/>
      </w:numPr>
      <w:spacing w:after="960" w:line="240" w:lineRule="auto"/>
      <w:contextualSpacing/>
    </w:pPr>
    <w:rPr>
      <w:rFonts w:eastAsiaTheme="minorEastAsia"/>
      <w:i/>
      <w:spacing w:val="21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hAnsiTheme="majorHAnsi"/>
      <w:b/>
      <w:spacing w:val="21"/>
      <w:sz w:val="26"/>
    </w:rPr>
  </w:style>
  <w:style w:type="paragraph" w:styleId="Kopfzeile">
    <w:name w:val="header"/>
    <w:basedOn w:val="Standard"/>
    <w:link w:val="KopfzeileZchn"/>
    <w:uiPriority w:val="99"/>
    <w:unhideWhenUsed/>
    <w:qFormat/>
    <w:pPr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qFormat/>
    <w:pPr>
      <w:spacing w:after="0" w:line="240" w:lineRule="auto"/>
    </w:pPr>
    <w:rPr>
      <w:b/>
      <w:spacing w:val="21"/>
      <w:sz w:val="26"/>
    </w:rPr>
  </w:style>
  <w:style w:type="character" w:customStyle="1" w:styleId="FuzeileZchn">
    <w:name w:val="Fußzeile Zchn"/>
    <w:basedOn w:val="Absatz-Standardschriftart"/>
    <w:link w:val="Fuzeile"/>
    <w:uiPriority w:val="99"/>
    <w:rPr>
      <w:b/>
      <w:spacing w:val="21"/>
      <w:sz w:val="26"/>
    </w:r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b/>
      <w:i/>
      <w:spacing w:val="21"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b/>
      <w:spacing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b/>
      <w:i/>
      <w:spacing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Cs/>
      <w:spacing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b/>
      <w:color w:val="A6856E" w:themeColor="text2" w:themeTint="99"/>
      <w:spacing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Hervorhebung">
    <w:name w:val="Emphasis"/>
    <w:basedOn w:val="Absatz-Standardschriftart"/>
    <w:uiPriority w:val="20"/>
    <w:semiHidden/>
    <w:unhideWhenUsed/>
    <w:qFormat/>
    <w:rPr>
      <w:b/>
      <w:iCs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Pr>
      <w:rFonts w:eastAsiaTheme="minorEastAsia"/>
      <w:i/>
      <w:spacing w:val="21"/>
      <w:sz w:val="36"/>
    </w:rPr>
  </w:style>
  <w:style w:type="character" w:styleId="Fett">
    <w:name w:val="Strong"/>
    <w:basedOn w:val="Absatz-Standardschriftart"/>
    <w:uiPriority w:val="22"/>
    <w:semiHidden/>
    <w:unhideWhenUsed/>
    <w:qFormat/>
    <w:rPr>
      <w:b/>
      <w:bCs/>
      <w:caps/>
      <w:smallCaps w:val="0"/>
    </w:rPr>
  </w:style>
  <w:style w:type="paragraph" w:styleId="Zitat">
    <w:name w:val="Quote"/>
    <w:basedOn w:val="Standard"/>
    <w:next w:val="Standard"/>
    <w:link w:val="ZitatZchn"/>
    <w:uiPriority w:val="29"/>
    <w:semiHidden/>
    <w:unhideWhenUsed/>
    <w:qFormat/>
    <w:pPr>
      <w:spacing w:before="240" w:after="240"/>
      <w:contextualSpacing/>
    </w:pPr>
    <w:rPr>
      <w:i/>
      <w:iCs/>
      <w:sz w:val="32"/>
    </w:rPr>
  </w:style>
  <w:style w:type="character" w:customStyle="1" w:styleId="ZitatZchn">
    <w:name w:val="Zitat Zchn"/>
    <w:basedOn w:val="Absatz-Standardschriftart"/>
    <w:link w:val="Zitat"/>
    <w:uiPriority w:val="29"/>
    <w:semiHidden/>
    <w:rPr>
      <w:i/>
      <w:iCs/>
      <w:sz w:val="32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unhideWhenUsed/>
    <w:qFormat/>
    <w:pPr>
      <w:spacing w:before="240" w:after="240"/>
      <w:contextualSpacing/>
    </w:pPr>
    <w:rPr>
      <w:b/>
      <w:i/>
      <w:iCs/>
      <w:sz w:val="3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Pr>
      <w:b/>
      <w:i/>
      <w:iCs/>
      <w:sz w:val="32"/>
    </w:rPr>
  </w:style>
  <w:style w:type="character" w:styleId="SchwacherVerweis">
    <w:name w:val="Subtle Reference"/>
    <w:basedOn w:val="Absatz-Standardschriftart"/>
    <w:uiPriority w:val="31"/>
    <w:semiHidden/>
    <w:unhideWhenUsed/>
    <w:qFormat/>
    <w:rPr>
      <w:caps/>
      <w:smallCaps w:val="0"/>
      <w:color w:val="4B3A2E" w:themeColor="text2"/>
    </w:rPr>
  </w:style>
  <w:style w:type="character" w:styleId="IntensiverVerweis">
    <w:name w:val="Intense Reference"/>
    <w:basedOn w:val="Absatz-Standardschriftart"/>
    <w:uiPriority w:val="32"/>
    <w:semiHidden/>
    <w:unhideWhenUsed/>
    <w:qFormat/>
    <w:rPr>
      <w:b/>
      <w:bCs/>
      <w:i/>
      <w:caps/>
      <w:smallCaps w:val="0"/>
      <w:color w:val="4B3A2E" w:themeColor="text2"/>
      <w:spacing w:val="0"/>
    </w:rPr>
  </w:style>
  <w:style w:type="character" w:styleId="Buchtitel">
    <w:name w:val="Book Title"/>
    <w:basedOn w:val="Absatz-Standardschriftart"/>
    <w:uiPriority w:val="33"/>
    <w:semiHidden/>
    <w:unhideWhenUsed/>
    <w:qFormat/>
    <w:rPr>
      <w:b w:val="0"/>
      <w:bCs/>
      <w:i w:val="0"/>
      <w:iCs/>
      <w:spacing w:val="0"/>
      <w:u w:val="single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customStyle="1" w:styleId="Kontaktinfos">
    <w:name w:val="Kontaktinfos"/>
    <w:basedOn w:val="Standard"/>
    <w:uiPriority w:val="2"/>
    <w:qFormat/>
    <w:pPr>
      <w:spacing w:after="920"/>
      <w:contextualSpacing/>
    </w:pPr>
  </w:style>
  <w:style w:type="character" w:styleId="SchwacheHervorhebung">
    <w:name w:val="Subtle Emphasis"/>
    <w:basedOn w:val="Absatz-Standardschriftart"/>
    <w:uiPriority w:val="19"/>
    <w:semiHidden/>
    <w:unhideWhenUsed/>
    <w:qFormat/>
    <w:rPr>
      <w:i/>
      <w:iCs/>
      <w:color w:val="4B3A2E" w:themeColor="text2"/>
    </w:rPr>
  </w:style>
  <w:style w:type="character" w:styleId="IntensiveHervorhebung">
    <w:name w:val="Intense Emphasis"/>
    <w:basedOn w:val="Absatz-Standardschriftart"/>
    <w:uiPriority w:val="21"/>
    <w:semiHidden/>
    <w:unhideWhenUsed/>
    <w:rPr>
      <w:b/>
      <w:i/>
      <w:iCs/>
      <w:color w:val="4B3A2E" w:themeColor="text2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pPr>
      <w:outlineLvl w:val="9"/>
    </w:pPr>
  </w:style>
  <w:style w:type="paragraph" w:styleId="Listenabsatz">
    <w:name w:val="List Paragraph"/>
    <w:basedOn w:val="Standard"/>
    <w:uiPriority w:val="34"/>
    <w:semiHidden/>
    <w:unhideWhenUsed/>
    <w:qFormat/>
    <w:pPr>
      <w:ind w:left="216" w:hanging="216"/>
      <w:contextualSpacing/>
    </w:pPr>
  </w:style>
  <w:style w:type="paragraph" w:customStyle="1" w:styleId="Name">
    <w:name w:val="Name"/>
    <w:basedOn w:val="Standard"/>
    <w:link w:val="NameChar"/>
    <w:uiPriority w:val="1"/>
    <w:qFormat/>
    <w:pPr>
      <w:spacing w:after="240" w:line="240" w:lineRule="auto"/>
      <w:contextualSpacing/>
    </w:pPr>
    <w:rPr>
      <w:b/>
      <w:caps/>
      <w:spacing w:val="21"/>
      <w:sz w:val="36"/>
    </w:rPr>
  </w:style>
  <w:style w:type="character" w:customStyle="1" w:styleId="NameChar">
    <w:name w:val="Name Char"/>
    <w:basedOn w:val="Absatz-Standardschriftart"/>
    <w:link w:val="Name"/>
    <w:uiPriority w:val="1"/>
    <w:rPr>
      <w:b/>
      <w:caps/>
      <w:spacing w:val="21"/>
      <w:sz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eastAsiaTheme="majorEastAsia" w:hAnsiTheme="majorHAnsi" w:cstheme="majorBidi"/>
      <w:i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iCs/>
      <w:caps/>
      <w:spacing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E268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E268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E268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26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E2682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810664"/>
    <w:rPr>
      <w:color w:val="3D859C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106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hyperlink" Target="mailto:arianesolti@gmail.com" TargetMode="External" /><Relationship Id="rId12" Type="http://schemas.openxmlformats.org/officeDocument/2006/relationships/glossaryDocument" Target="glossary/document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ntTable" Target="fontTable.xml" /><Relationship Id="rId5" Type="http://schemas.openxmlformats.org/officeDocument/2006/relationships/footnotes" Target="footnotes.xml" /><Relationship Id="rId10" Type="http://schemas.openxmlformats.org/officeDocument/2006/relationships/header" Target="header2.xml" /><Relationship Id="rId4" Type="http://schemas.openxmlformats.org/officeDocument/2006/relationships/webSettings" Target="webSettings.xml" /><Relationship Id="rId9" Type="http://schemas.openxmlformats.org/officeDocument/2006/relationships/footer" Target="footer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%7bC41C0D60-DCB7-FE4C-A9E4-8D144ACD67E8%7dtf50002038.dotx" TargetMode="External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AF6AC35768C5C4F884E419B957ABDE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575152-133B-954F-A495-3D44CAA9A38B}"/>
      </w:docPartPr>
      <w:docPartBody>
        <w:p w:rsidR="002B0A90" w:rsidRDefault="0052569A">
          <w:pPr>
            <w:pStyle w:val="0AF6AC35768C5C4F884E419B957ABDE9"/>
          </w:pPr>
          <w:r>
            <w:rPr>
              <w:lang w:bidi="de-DE"/>
            </w:rPr>
            <w:t>Zusammenfassung der Fähigkeiten</w:t>
          </w:r>
        </w:p>
      </w:docPartBody>
    </w:docPart>
    <w:docPart>
      <w:docPartPr>
        <w:name w:val="6EB1D33522766448B08BFCE2C8A8983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E2404DA-87A7-A842-95B6-0DB9C3EDA09E}"/>
      </w:docPartPr>
      <w:docPartBody>
        <w:p w:rsidR="002B0A90" w:rsidRDefault="0052569A">
          <w:pPr>
            <w:pStyle w:val="6EB1D33522766448B08BFCE2C8A8983A"/>
          </w:pPr>
          <w:r>
            <w:rPr>
              <w:lang w:bidi="de-DE"/>
            </w:rPr>
            <w:t>Ausbildung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69A"/>
    <w:rsid w:val="00194FF3"/>
    <w:rsid w:val="002B0A90"/>
    <w:rsid w:val="0052569A"/>
    <w:rsid w:val="005B7C4D"/>
    <w:rsid w:val="0095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AF6AC35768C5C4F884E419B957ABDE9">
    <w:name w:val="0AF6AC35768C5C4F884E419B957ABDE9"/>
  </w:style>
  <w:style w:type="paragraph" w:customStyle="1" w:styleId="6EB1D33522766448B08BFCE2C8A8983A">
    <w:name w:val="6EB1D33522766448B08BFCE2C8A898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%7bC41C0D60-DCB7-FE4C-A9E4-8D144ACD67E8%7dtf50002038.dotx</Template>
  <TotalTime>0</TotalTime>
  <Pages>2</Pages>
  <Words>180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arianesolti@gmail.com</dc:creator>
  <cp:keywords/>
  <dc:description/>
  <cp:lastModifiedBy>arianesolti@gmail.com</cp:lastModifiedBy>
  <cp:revision>84</cp:revision>
  <dcterms:created xsi:type="dcterms:W3CDTF">2021-02-13T08:39:00Z</dcterms:created>
  <dcterms:modified xsi:type="dcterms:W3CDTF">2021-06-25T16:43:00Z</dcterms:modified>
</cp:coreProperties>
</file>